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90" w:rsidRDefault="00E80290" w:rsidP="00C91466">
      <w:pPr>
        <w:ind w:firstLine="709"/>
        <w:jc w:val="center"/>
        <w:rPr>
          <w:b/>
          <w:bCs/>
          <w:sz w:val="28"/>
          <w:szCs w:val="28"/>
        </w:rPr>
      </w:pPr>
      <w:r w:rsidRPr="007A3E2C">
        <w:rPr>
          <w:b/>
          <w:bCs/>
          <w:sz w:val="28"/>
          <w:szCs w:val="28"/>
        </w:rPr>
        <w:t xml:space="preserve">Методическое описание интерактивного электронного образовательного ресурса </w:t>
      </w:r>
    </w:p>
    <w:p w:rsidR="00E80290" w:rsidRDefault="00E80290" w:rsidP="00C91466">
      <w:pPr>
        <w:ind w:firstLine="709"/>
        <w:jc w:val="center"/>
        <w:rPr>
          <w:b/>
          <w:bCs/>
          <w:sz w:val="28"/>
          <w:szCs w:val="28"/>
        </w:rPr>
      </w:pPr>
    </w:p>
    <w:p w:rsidR="00E80290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Колупаева Светлана Анатольевна</w:t>
      </w:r>
    </w:p>
    <w:p w:rsidR="00E80290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</w:t>
      </w:r>
      <w:r w:rsidRPr="00BA5381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 xml:space="preserve">учитель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русского языка и литературы</w:t>
      </w:r>
    </w:p>
    <w:p w:rsidR="00E80290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5C4">
        <w:rPr>
          <w:rFonts w:ascii="Times New Roman" w:hAnsi="Times New Roman" w:cs="Times New Roman"/>
          <w:sz w:val="28"/>
          <w:szCs w:val="28"/>
        </w:rPr>
        <w:t>Место работы:</w:t>
      </w:r>
      <w:r>
        <w:rPr>
          <w:rFonts w:ascii="Times New Roman" w:hAnsi="Times New Roman" w:cs="Times New Roman"/>
          <w:sz w:val="28"/>
          <w:szCs w:val="28"/>
        </w:rPr>
        <w:t xml:space="preserve"> МБОУ СОШ №1 ст. Ленинградской Краснодарского края</w:t>
      </w:r>
    </w:p>
    <w:p w:rsidR="00E80290" w:rsidRPr="004C45C4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5C4">
        <w:rPr>
          <w:rFonts w:ascii="Times New Roman" w:hAnsi="Times New Roman" w:cs="Times New Roman"/>
          <w:sz w:val="28"/>
          <w:szCs w:val="28"/>
        </w:rPr>
        <w:t>Предмет, класс: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литература</w:t>
      </w:r>
      <w:r w:rsidRPr="004C45C4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 xml:space="preserve">,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7</w:t>
      </w:r>
      <w:r w:rsidRPr="004C45C4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 xml:space="preserve"> класс</w:t>
      </w:r>
    </w:p>
    <w:p w:rsidR="00E80290" w:rsidRPr="00BA5381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«Повесть Н.В. Гоголя «Тарас Бульба</w:t>
      </w:r>
      <w:r w:rsidRPr="00BA5381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»</w:t>
      </w:r>
    </w:p>
    <w:p w:rsidR="00E80290" w:rsidRPr="00945F23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5381">
        <w:rPr>
          <w:rFonts w:ascii="Times New Roman" w:hAnsi="Times New Roman" w:cs="Times New Roman"/>
          <w:sz w:val="28"/>
          <w:szCs w:val="28"/>
        </w:rPr>
        <w:t>Необходимое оборудование и программное обеспечение:</w:t>
      </w:r>
      <w:r w:rsidRPr="00945F23">
        <w:rPr>
          <w:rFonts w:ascii="Times New Roman" w:hAnsi="Times New Roman" w:cs="Times New Roman"/>
          <w:b/>
          <w:bCs/>
          <w:sz w:val="28"/>
          <w:szCs w:val="28"/>
        </w:rPr>
        <w:t xml:space="preserve">персональный компьютер, мультимедийный проектор, интерактивная доска марки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SMART</w:t>
      </w:r>
      <w:r w:rsidRPr="00945F23">
        <w:rPr>
          <w:rFonts w:ascii="Times New Roman" w:hAnsi="Times New Roman" w:cs="Times New Roman"/>
          <w:b/>
          <w:bCs/>
          <w:sz w:val="28"/>
          <w:szCs w:val="28"/>
          <w:lang w:val="en-US"/>
        </w:rPr>
        <w:t>Board</w:t>
      </w:r>
      <w:r w:rsidRPr="00945F23">
        <w:rPr>
          <w:rFonts w:ascii="Times New Roman" w:hAnsi="Times New Roman" w:cs="Times New Roman"/>
          <w:b/>
          <w:bCs/>
          <w:sz w:val="28"/>
          <w:szCs w:val="28"/>
        </w:rPr>
        <w:t xml:space="preserve"> с программным обеспечением «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SMARN</w:t>
      </w:r>
      <w:r w:rsidRPr="00945F23">
        <w:rPr>
          <w:rFonts w:ascii="Times New Roman" w:hAnsi="Times New Roman" w:cs="Times New Roman"/>
          <w:b/>
          <w:bCs/>
          <w:sz w:val="28"/>
          <w:szCs w:val="28"/>
          <w:lang w:val="en-US"/>
        </w:rPr>
        <w:t>Notebook</w:t>
      </w:r>
      <w:r w:rsidRPr="00945F23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bCs/>
          <w:sz w:val="28"/>
          <w:szCs w:val="28"/>
        </w:rPr>
        <w:t>. 8</w:t>
      </w:r>
      <w:r w:rsidRPr="00945F23">
        <w:rPr>
          <w:rFonts w:ascii="Times New Roman" w:hAnsi="Times New Roman" w:cs="Times New Roman"/>
          <w:b/>
          <w:bCs/>
          <w:sz w:val="28"/>
          <w:szCs w:val="28"/>
        </w:rPr>
        <w:t xml:space="preserve">» (при его отсутствии возможно использование ПК с программным обеспечением </w:t>
      </w:r>
      <w:r w:rsidRPr="00D42982">
        <w:rPr>
          <w:rFonts w:ascii="Times New Roman" w:hAnsi="Times New Roman" w:cs="Times New Roman"/>
          <w:b/>
          <w:bCs/>
          <w:sz w:val="28"/>
          <w:szCs w:val="28"/>
          <w:lang w:val="en-US"/>
        </w:rPr>
        <w:t>Adob</w:t>
      </w:r>
      <w:r w:rsidRPr="00945F23">
        <w:rPr>
          <w:rFonts w:ascii="Times New Roman" w:hAnsi="Times New Roman" w:cs="Times New Roman"/>
          <w:b/>
          <w:bCs/>
          <w:sz w:val="28"/>
          <w:szCs w:val="28"/>
          <w:lang w:val="en-US"/>
        </w:rPr>
        <w:t>FlashPlayer</w:t>
      </w:r>
      <w:r w:rsidRPr="00945F23">
        <w:rPr>
          <w:rFonts w:ascii="Times New Roman" w:hAnsi="Times New Roman" w:cs="Times New Roman"/>
          <w:b/>
          <w:bCs/>
          <w:sz w:val="28"/>
          <w:szCs w:val="28"/>
        </w:rPr>
        <w:t xml:space="preserve"> для воспроизведения тестовых заданий и упражнений, включенных в ЭОР»)</w:t>
      </w:r>
    </w:p>
    <w:p w:rsidR="00E80290" w:rsidRDefault="00E80290" w:rsidP="00C914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147900">
        <w:rPr>
          <w:rFonts w:ascii="Times New Roman" w:hAnsi="Times New Roman" w:cs="Times New Roman"/>
          <w:b/>
          <w:bCs/>
          <w:sz w:val="28"/>
          <w:szCs w:val="28"/>
        </w:rPr>
        <w:t>закрепление и проверка полученных знаний,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7900">
        <w:rPr>
          <w:rFonts w:ascii="Times New Roman" w:hAnsi="Times New Roman" w:cs="Times New Roman"/>
          <w:b/>
          <w:bCs/>
          <w:sz w:val="28"/>
          <w:szCs w:val="28"/>
        </w:rPr>
        <w:t>формирование общеучебных компетенций</w:t>
      </w:r>
    </w:p>
    <w:p w:rsidR="00E80290" w:rsidRPr="00945F23" w:rsidRDefault="00E80290" w:rsidP="00945F23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E80290" w:rsidRPr="00945F23" w:rsidRDefault="00E80290" w:rsidP="00945F23">
      <w:pPr>
        <w:spacing w:line="360" w:lineRule="auto"/>
        <w:ind w:firstLine="1418"/>
        <w:jc w:val="both"/>
        <w:rPr>
          <w:b/>
          <w:bCs/>
          <w:sz w:val="28"/>
          <w:szCs w:val="28"/>
        </w:rPr>
      </w:pPr>
      <w:r w:rsidRPr="00945F23">
        <w:rPr>
          <w:b/>
          <w:bCs/>
          <w:sz w:val="28"/>
          <w:szCs w:val="28"/>
        </w:rPr>
        <w:t xml:space="preserve">- закрепление знания </w:t>
      </w:r>
      <w:r>
        <w:rPr>
          <w:b/>
          <w:bCs/>
          <w:sz w:val="28"/>
          <w:szCs w:val="28"/>
        </w:rPr>
        <w:t>текста повести</w:t>
      </w:r>
      <w:r w:rsidRPr="00945F23">
        <w:rPr>
          <w:b/>
          <w:bCs/>
          <w:sz w:val="28"/>
          <w:szCs w:val="28"/>
        </w:rPr>
        <w:t>;</w:t>
      </w:r>
    </w:p>
    <w:p w:rsidR="00E80290" w:rsidRPr="00945F23" w:rsidRDefault="00E80290" w:rsidP="00945F23">
      <w:pPr>
        <w:spacing w:line="360" w:lineRule="auto"/>
        <w:ind w:firstLine="1418"/>
        <w:jc w:val="both"/>
        <w:rPr>
          <w:b/>
          <w:bCs/>
          <w:sz w:val="28"/>
          <w:szCs w:val="28"/>
        </w:rPr>
      </w:pPr>
      <w:r w:rsidRPr="00945F23">
        <w:rPr>
          <w:b/>
          <w:bCs/>
          <w:sz w:val="28"/>
          <w:szCs w:val="28"/>
        </w:rPr>
        <w:t xml:space="preserve">- закрепление умения </w:t>
      </w:r>
      <w:r>
        <w:rPr>
          <w:b/>
          <w:bCs/>
          <w:sz w:val="28"/>
          <w:szCs w:val="28"/>
        </w:rPr>
        <w:t>соотносить иллюстрации с текстом повести</w:t>
      </w:r>
      <w:r w:rsidRPr="00945F23">
        <w:rPr>
          <w:b/>
          <w:bCs/>
          <w:sz w:val="28"/>
          <w:szCs w:val="28"/>
        </w:rPr>
        <w:t>;</w:t>
      </w:r>
    </w:p>
    <w:p w:rsidR="00E80290" w:rsidRPr="00945F23" w:rsidRDefault="00E80290" w:rsidP="00945F23">
      <w:pPr>
        <w:spacing w:line="360" w:lineRule="auto"/>
        <w:ind w:firstLine="1418"/>
        <w:jc w:val="both"/>
        <w:rPr>
          <w:b/>
          <w:bCs/>
          <w:sz w:val="28"/>
          <w:szCs w:val="28"/>
        </w:rPr>
      </w:pPr>
      <w:r w:rsidRPr="00945F23">
        <w:rPr>
          <w:b/>
          <w:bCs/>
          <w:sz w:val="28"/>
          <w:szCs w:val="28"/>
        </w:rPr>
        <w:t xml:space="preserve">- закрепление навыка </w:t>
      </w:r>
      <w:r>
        <w:rPr>
          <w:b/>
          <w:bCs/>
          <w:sz w:val="28"/>
          <w:szCs w:val="28"/>
        </w:rPr>
        <w:t>чтения наизусть</w:t>
      </w:r>
    </w:p>
    <w:p w:rsidR="00E80290" w:rsidRPr="00945F23" w:rsidRDefault="00E80290" w:rsidP="005D511F">
      <w:pPr>
        <w:pStyle w:val="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290" w:rsidRDefault="00E80290" w:rsidP="005D511F">
      <w:pPr>
        <w:pStyle w:val="1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80290" w:rsidRDefault="00E80290" w:rsidP="005D511F">
      <w:pPr>
        <w:pStyle w:val="1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80290" w:rsidRDefault="00E80290" w:rsidP="005D511F">
      <w:pPr>
        <w:pStyle w:val="1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80290" w:rsidRPr="007326D9" w:rsidRDefault="00E80290" w:rsidP="0051526B">
      <w:pPr>
        <w:pStyle w:val="1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7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0"/>
        <w:gridCol w:w="3544"/>
        <w:gridCol w:w="2693"/>
        <w:gridCol w:w="3119"/>
      </w:tblGrid>
      <w:tr w:rsidR="00E80290" w:rsidRPr="00207D44">
        <w:trPr>
          <w:trHeight w:val="1568"/>
        </w:trPr>
        <w:tc>
          <w:tcPr>
            <w:tcW w:w="5920" w:type="dxa"/>
            <w:tcBorders>
              <w:tr2bl w:val="single" w:sz="4" w:space="0" w:color="auto"/>
            </w:tcBorders>
          </w:tcPr>
          <w:p w:rsidR="00E80290" w:rsidRPr="00207D44" w:rsidRDefault="00E80290" w:rsidP="001272AA">
            <w:pPr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>Этапы учебной деятельности</w:t>
            </w:r>
          </w:p>
          <w:p w:rsidR="00E80290" w:rsidRPr="00207D44" w:rsidRDefault="00E80290" w:rsidP="001272AA">
            <w:pPr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 xml:space="preserve"> (урока, темы)</w:t>
            </w:r>
          </w:p>
          <w:p w:rsidR="00E80290" w:rsidRPr="00207D44" w:rsidRDefault="00E80290" w:rsidP="001272AA">
            <w:pPr>
              <w:rPr>
                <w:sz w:val="16"/>
                <w:szCs w:val="16"/>
              </w:rPr>
            </w:pPr>
          </w:p>
          <w:p w:rsidR="00E80290" w:rsidRPr="00207D44" w:rsidRDefault="00E80290" w:rsidP="001272AA">
            <w:pPr>
              <w:jc w:val="right"/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 xml:space="preserve">Скриншоты </w:t>
            </w:r>
          </w:p>
          <w:p w:rsidR="00E80290" w:rsidRPr="00207D44" w:rsidRDefault="00E80290" w:rsidP="001272AA">
            <w:pPr>
              <w:jc w:val="right"/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>страниц ресурса</w:t>
            </w:r>
          </w:p>
        </w:tc>
        <w:tc>
          <w:tcPr>
            <w:tcW w:w="3544" w:type="dxa"/>
          </w:tcPr>
          <w:p w:rsidR="00E80290" w:rsidRPr="00207D44" w:rsidRDefault="00E80290" w:rsidP="001272AA">
            <w:pPr>
              <w:jc w:val="center"/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>Описание используемых педагогических приемов</w:t>
            </w:r>
          </w:p>
        </w:tc>
        <w:tc>
          <w:tcPr>
            <w:tcW w:w="2693" w:type="dxa"/>
          </w:tcPr>
          <w:p w:rsidR="00E80290" w:rsidRPr="00207D44" w:rsidRDefault="00E80290" w:rsidP="001272AA">
            <w:pPr>
              <w:jc w:val="center"/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>Описание интерактивных приемов, инструментов, функций ПО</w:t>
            </w:r>
          </w:p>
        </w:tc>
        <w:tc>
          <w:tcPr>
            <w:tcW w:w="3119" w:type="dxa"/>
          </w:tcPr>
          <w:p w:rsidR="00E80290" w:rsidRPr="00207D44" w:rsidRDefault="00E80290" w:rsidP="001272AA">
            <w:pPr>
              <w:jc w:val="center"/>
              <w:rPr>
                <w:sz w:val="28"/>
                <w:szCs w:val="28"/>
              </w:rPr>
            </w:pPr>
            <w:r w:rsidRPr="00207D44">
              <w:rPr>
                <w:sz w:val="28"/>
                <w:szCs w:val="28"/>
              </w:rPr>
              <w:t>Результативность использования ресурса в учебной деятельности</w:t>
            </w:r>
          </w:p>
        </w:tc>
      </w:tr>
      <w:tr w:rsidR="00E80290" w:rsidRPr="00207D44">
        <w:tc>
          <w:tcPr>
            <w:tcW w:w="5920" w:type="dxa"/>
          </w:tcPr>
          <w:p w:rsidR="00E80290" w:rsidRPr="00207D44" w:rsidRDefault="00E80290" w:rsidP="001272AA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31.75pt;height:178.5pt;visibility:visible">
                  <v:imagedata r:id="rId5" o:title=""/>
                </v:shape>
              </w:pict>
            </w:r>
          </w:p>
        </w:tc>
        <w:tc>
          <w:tcPr>
            <w:tcW w:w="3544" w:type="dxa"/>
          </w:tcPr>
          <w:p w:rsidR="00E80290" w:rsidRPr="00F90503" w:rsidRDefault="00E80290" w:rsidP="001272AA">
            <w:pPr>
              <w:jc w:val="center"/>
            </w:pPr>
          </w:p>
        </w:tc>
        <w:tc>
          <w:tcPr>
            <w:tcW w:w="2693" w:type="dxa"/>
          </w:tcPr>
          <w:p w:rsidR="00E80290" w:rsidRPr="00F90503" w:rsidRDefault="00E80290" w:rsidP="00147900">
            <w:pPr>
              <w:spacing w:line="360" w:lineRule="auto"/>
              <w:jc w:val="both"/>
              <w:rPr>
                <w:b/>
                <w:bCs/>
              </w:rPr>
            </w:pPr>
            <w:r w:rsidRPr="00F90503">
              <w:rPr>
                <w:b/>
                <w:bCs/>
              </w:rPr>
              <w:t>Титульный слайд</w:t>
            </w:r>
          </w:p>
          <w:p w:rsidR="00E80290" w:rsidRPr="00F90503" w:rsidRDefault="00E80290" w:rsidP="00147900">
            <w:pPr>
              <w:spacing w:line="360" w:lineRule="auto"/>
              <w:jc w:val="both"/>
            </w:pPr>
            <w:r w:rsidRPr="00F90503">
              <w:t>Общая информация о материале.</w:t>
            </w:r>
          </w:p>
          <w:p w:rsidR="00E80290" w:rsidRPr="00F90503" w:rsidRDefault="00E80290" w:rsidP="00147900">
            <w:r w:rsidRPr="00F90503">
              <w:t>Информация об авторе</w:t>
            </w:r>
          </w:p>
          <w:p w:rsidR="00E80290" w:rsidRPr="00F90503" w:rsidRDefault="00E80290" w:rsidP="00147900"/>
        </w:tc>
        <w:tc>
          <w:tcPr>
            <w:tcW w:w="3119" w:type="dxa"/>
          </w:tcPr>
          <w:p w:rsidR="00E80290" w:rsidRPr="00F90503" w:rsidRDefault="00E80290" w:rsidP="001272AA">
            <w:pPr>
              <w:jc w:val="center"/>
            </w:pPr>
          </w:p>
        </w:tc>
      </w:tr>
      <w:tr w:rsidR="00E80290" w:rsidRPr="00207D44">
        <w:tc>
          <w:tcPr>
            <w:tcW w:w="5920" w:type="dxa"/>
          </w:tcPr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2" o:spid="_x0000_i1026" type="#_x0000_t75" style="width:210pt;height:162pt;visibility:visible">
                  <v:imagedata r:id="rId6" o:title=""/>
                </v:shape>
              </w:pict>
            </w: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Pr="00207D44" w:rsidRDefault="00E80290" w:rsidP="001272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80290" w:rsidRPr="00F90503" w:rsidRDefault="00E80290" w:rsidP="00470B53">
            <w:r>
              <w:t>Разгадав героев повести, щ</w:t>
            </w:r>
            <w:r w:rsidRPr="00F90503">
              <w:t xml:space="preserve">ёлкнуть мышью по </w:t>
            </w:r>
            <w:r>
              <w:t>клетке кроссворда и снять затемнение</w:t>
            </w:r>
          </w:p>
        </w:tc>
        <w:tc>
          <w:tcPr>
            <w:tcW w:w="2693" w:type="dxa"/>
          </w:tcPr>
          <w:p w:rsidR="00E80290" w:rsidRPr="00F90503" w:rsidRDefault="00E80290" w:rsidP="00147900">
            <w:r>
              <w:t>Применен эффект затемнения ячеек таблицы</w:t>
            </w:r>
          </w:p>
        </w:tc>
        <w:tc>
          <w:tcPr>
            <w:tcW w:w="3119" w:type="dxa"/>
          </w:tcPr>
          <w:p w:rsidR="00E80290" w:rsidRPr="00F90503" w:rsidRDefault="00E80290" w:rsidP="00171851">
            <w:r w:rsidRPr="00F90503">
              <w:t xml:space="preserve">Дети имеют возможность увидеть </w:t>
            </w:r>
            <w:r>
              <w:t>слово полностью</w:t>
            </w:r>
            <w:r w:rsidRPr="00F90503">
              <w:t>, что вызывает интерес.</w:t>
            </w:r>
          </w:p>
        </w:tc>
      </w:tr>
      <w:tr w:rsidR="00E80290" w:rsidRPr="00207D44">
        <w:tc>
          <w:tcPr>
            <w:tcW w:w="5920" w:type="dxa"/>
          </w:tcPr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Default="00E80290" w:rsidP="001272AA">
            <w:pPr>
              <w:jc w:val="center"/>
              <w:rPr>
                <w:sz w:val="28"/>
                <w:szCs w:val="28"/>
              </w:rPr>
            </w:pPr>
          </w:p>
          <w:p w:rsidR="00E80290" w:rsidRPr="00207D44" w:rsidRDefault="00E80290" w:rsidP="008172F2">
            <w:pPr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3" o:spid="_x0000_i1027" type="#_x0000_t75" style="width:221.25pt;height:228.75pt;visibility:visible">
                  <v:imagedata r:id="rId7" o:title=""/>
                </v:shape>
              </w:pict>
            </w:r>
          </w:p>
        </w:tc>
        <w:tc>
          <w:tcPr>
            <w:tcW w:w="3544" w:type="dxa"/>
          </w:tcPr>
          <w:p w:rsidR="00E80290" w:rsidRPr="00F90503" w:rsidRDefault="00E80290" w:rsidP="001272AA">
            <w:pPr>
              <w:jc w:val="center"/>
            </w:pPr>
          </w:p>
          <w:p w:rsidR="00E80290" w:rsidRPr="00F90503" w:rsidRDefault="00E80290" w:rsidP="008B7FCF">
            <w:r>
              <w:t>Задание на знание текста учащимися. Необходимо определить, какие эпизоды повести изображены на иллюстрациях художников.</w:t>
            </w:r>
          </w:p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  <w:p w:rsidR="00E80290" w:rsidRPr="00F90503" w:rsidRDefault="00E80290" w:rsidP="008B7FCF"/>
        </w:tc>
        <w:tc>
          <w:tcPr>
            <w:tcW w:w="2693" w:type="dxa"/>
          </w:tcPr>
          <w:p w:rsidR="00E80290" w:rsidRPr="00F90503" w:rsidRDefault="00E80290" w:rsidP="00470B53">
            <w:r>
              <w:t>Используется приём размещения объекта за пределами страницы</w:t>
            </w:r>
          </w:p>
          <w:p w:rsidR="00E80290" w:rsidRPr="00F90503" w:rsidRDefault="00E80290" w:rsidP="00470B53"/>
        </w:tc>
        <w:tc>
          <w:tcPr>
            <w:tcW w:w="3119" w:type="dxa"/>
          </w:tcPr>
          <w:p w:rsidR="00E80290" w:rsidRPr="00F90503" w:rsidRDefault="00E80290" w:rsidP="001272AA">
            <w:pPr>
              <w:jc w:val="center"/>
            </w:pPr>
          </w:p>
          <w:p w:rsidR="00E80290" w:rsidRPr="00F90503" w:rsidRDefault="00E80290" w:rsidP="00470B53">
            <w:r w:rsidRPr="00F90503">
              <w:t xml:space="preserve">Данные упражнения всегда выполняются детьми с большим интересом, при высокой активности и работоспособности класса. Позволяют сразу же проверить правильность выполненного задания, что значительно облегчает работу учителя. </w:t>
            </w:r>
            <w:r>
              <w:t>При этом учащиеся знакомятся с работами разных художников к данной повести</w:t>
            </w:r>
          </w:p>
        </w:tc>
      </w:tr>
      <w:tr w:rsidR="00E80290" w:rsidRPr="00207D44">
        <w:tc>
          <w:tcPr>
            <w:tcW w:w="5920" w:type="dxa"/>
          </w:tcPr>
          <w:p w:rsidR="00E80290" w:rsidRPr="00316E38" w:rsidRDefault="00E80290" w:rsidP="001272AA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5" o:spid="_x0000_i1028" type="#_x0000_t75" style="width:281.25pt;height:297pt;visibility:visible">
                  <v:imagedata r:id="rId8" o:title=""/>
                </v:shape>
              </w:pict>
            </w:r>
          </w:p>
        </w:tc>
        <w:tc>
          <w:tcPr>
            <w:tcW w:w="3544" w:type="dxa"/>
          </w:tcPr>
          <w:p w:rsidR="00E80290" w:rsidRPr="0090440D" w:rsidRDefault="00E80290" w:rsidP="0090440D">
            <w:pPr>
              <w:jc w:val="both"/>
            </w:pPr>
            <w:r w:rsidRPr="0090440D">
              <w:t xml:space="preserve">Необходимо </w:t>
            </w:r>
            <w:r>
              <w:t>вставить пропущенные слова, предварительно учащиеся учат текст наизусть.</w:t>
            </w:r>
          </w:p>
        </w:tc>
        <w:tc>
          <w:tcPr>
            <w:tcW w:w="2693" w:type="dxa"/>
          </w:tcPr>
          <w:p w:rsidR="00E80290" w:rsidRPr="00F90503" w:rsidRDefault="00E80290" w:rsidP="00470B5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2B2B"/>
              </w:rPr>
            </w:pPr>
            <w:r w:rsidRPr="00F90503">
              <w:t xml:space="preserve">В данном упражнении используется опция ПО </w:t>
            </w:r>
            <w:r w:rsidRPr="00F90503">
              <w:rPr>
                <w:lang w:val="en-US"/>
              </w:rPr>
              <w:t>SMARTNotebo</w:t>
            </w:r>
            <w:r w:rsidRPr="00F90503">
              <w:t>о</w:t>
            </w:r>
            <w:r w:rsidRPr="00F90503">
              <w:rPr>
                <w:lang w:val="en-US"/>
              </w:rPr>
              <w:t>k</w:t>
            </w:r>
            <w:r w:rsidRPr="00F90503">
              <w:t xml:space="preserve"> </w:t>
            </w:r>
            <w:r>
              <w:t>перо с белыми чернилами. Проверка производится с использованием ластика</w:t>
            </w:r>
          </w:p>
          <w:p w:rsidR="00E80290" w:rsidRPr="00F90503" w:rsidRDefault="00E80290" w:rsidP="00397389">
            <w:pPr>
              <w:spacing w:line="360" w:lineRule="auto"/>
              <w:jc w:val="both"/>
            </w:pPr>
          </w:p>
        </w:tc>
        <w:tc>
          <w:tcPr>
            <w:tcW w:w="3119" w:type="dxa"/>
          </w:tcPr>
          <w:p w:rsidR="00E80290" w:rsidRPr="00316E38" w:rsidRDefault="00E80290" w:rsidP="0090440D">
            <w:r>
              <w:t>Данное упражнение вызывает интерес учащихся, способствует формированию навыков работы с ИД, общеучебных компетенций.</w:t>
            </w:r>
          </w:p>
        </w:tc>
      </w:tr>
      <w:tr w:rsidR="00E80290" w:rsidRPr="00207D44">
        <w:tc>
          <w:tcPr>
            <w:tcW w:w="5920" w:type="dxa"/>
          </w:tcPr>
          <w:p w:rsidR="00E80290" w:rsidRPr="00D30E17" w:rsidRDefault="00E80290" w:rsidP="001272AA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6" o:spid="_x0000_i1029" type="#_x0000_t75" style="width:279pt;height:231pt;visibility:visible">
                  <v:imagedata r:id="rId9" o:title=""/>
                </v:shape>
              </w:pict>
            </w:r>
          </w:p>
        </w:tc>
        <w:tc>
          <w:tcPr>
            <w:tcW w:w="3544" w:type="dxa"/>
          </w:tcPr>
          <w:p w:rsidR="00E80290" w:rsidRPr="00752C76" w:rsidRDefault="00E80290" w:rsidP="00D30E17">
            <w:pPr>
              <w:spacing w:line="360" w:lineRule="auto"/>
              <w:jc w:val="both"/>
            </w:pPr>
            <w:r>
              <w:t>Задание на соответствие</w:t>
            </w:r>
          </w:p>
        </w:tc>
        <w:tc>
          <w:tcPr>
            <w:tcW w:w="2693" w:type="dxa"/>
          </w:tcPr>
          <w:p w:rsidR="00E80290" w:rsidRPr="006B09C6" w:rsidRDefault="00E80290" w:rsidP="00F905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2B2B"/>
              </w:rPr>
            </w:pPr>
            <w:r>
              <w:t>Используются приёмы работы с маркерами</w:t>
            </w:r>
          </w:p>
          <w:p w:rsidR="00E80290" w:rsidRPr="00752C76" w:rsidRDefault="00E80290" w:rsidP="00316E38">
            <w:pPr>
              <w:spacing w:line="360" w:lineRule="auto"/>
              <w:jc w:val="both"/>
            </w:pPr>
          </w:p>
        </w:tc>
        <w:tc>
          <w:tcPr>
            <w:tcW w:w="3119" w:type="dxa"/>
          </w:tcPr>
          <w:p w:rsidR="00E80290" w:rsidRPr="00316E38" w:rsidRDefault="00E80290" w:rsidP="005F4B6E">
            <w:r>
              <w:t>Данное упражнение вызывает интерес учащихся, способствует формированию навыков работы с ИД, общеучебных компетенций.</w:t>
            </w:r>
          </w:p>
        </w:tc>
      </w:tr>
      <w:tr w:rsidR="00E80290" w:rsidRPr="00207D44">
        <w:tc>
          <w:tcPr>
            <w:tcW w:w="5920" w:type="dxa"/>
          </w:tcPr>
          <w:p w:rsidR="00E80290" w:rsidRPr="00D30E17" w:rsidRDefault="00E80290" w:rsidP="001272AA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13" o:spid="_x0000_i1030" type="#_x0000_t75" style="width:274.5pt;height:211.5pt;visibility:visible">
                  <v:imagedata r:id="rId10" o:title=""/>
                </v:shape>
              </w:pict>
            </w:r>
          </w:p>
        </w:tc>
        <w:tc>
          <w:tcPr>
            <w:tcW w:w="3544" w:type="dxa"/>
          </w:tcPr>
          <w:p w:rsidR="00E80290" w:rsidRPr="00F90503" w:rsidRDefault="00E80290" w:rsidP="00D30E17">
            <w:pPr>
              <w:spacing w:line="360" w:lineRule="auto"/>
              <w:jc w:val="both"/>
            </w:pPr>
            <w:r>
              <w:t>Задание на развитие общего кругозора учащихся</w:t>
            </w:r>
          </w:p>
        </w:tc>
        <w:tc>
          <w:tcPr>
            <w:tcW w:w="2693" w:type="dxa"/>
          </w:tcPr>
          <w:p w:rsidR="00E80290" w:rsidRPr="00F90503" w:rsidRDefault="00E80290" w:rsidP="005F4B6E">
            <w:r>
              <w:t>Используется приём размещения объекта за пределами страницы</w:t>
            </w:r>
          </w:p>
          <w:p w:rsidR="00E80290" w:rsidRPr="00316E38" w:rsidRDefault="00E80290" w:rsidP="00316E38">
            <w:pPr>
              <w:spacing w:line="360" w:lineRule="auto"/>
              <w:jc w:val="both"/>
            </w:pPr>
          </w:p>
        </w:tc>
        <w:tc>
          <w:tcPr>
            <w:tcW w:w="3119" w:type="dxa"/>
          </w:tcPr>
          <w:p w:rsidR="00E80290" w:rsidRPr="00316E38" w:rsidRDefault="00E80290" w:rsidP="005F4B6E">
            <w:r>
              <w:t xml:space="preserve">Данное упражнение позволяет проверить усвоение темы </w:t>
            </w:r>
          </w:p>
        </w:tc>
      </w:tr>
      <w:tr w:rsidR="00E80290" w:rsidRPr="00207D44">
        <w:tc>
          <w:tcPr>
            <w:tcW w:w="5920" w:type="dxa"/>
          </w:tcPr>
          <w:p w:rsidR="00E80290" w:rsidRPr="00D30E17" w:rsidRDefault="00E80290" w:rsidP="001D1F77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14" o:spid="_x0000_i1031" type="#_x0000_t75" style="width:279.75pt;height:310.5pt;visibility:visible">
                  <v:imagedata r:id="rId11" o:title=""/>
                </v:shape>
              </w:pict>
            </w:r>
          </w:p>
        </w:tc>
        <w:tc>
          <w:tcPr>
            <w:tcW w:w="3544" w:type="dxa"/>
          </w:tcPr>
          <w:p w:rsidR="00E80290" w:rsidRDefault="00E80290" w:rsidP="001D1F77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«Волшебная шляпа».</w:t>
            </w:r>
          </w:p>
          <w:p w:rsidR="00E80290" w:rsidRDefault="00E80290" w:rsidP="001D1F77">
            <w:pPr>
              <w:spacing w:line="360" w:lineRule="auto"/>
              <w:jc w:val="both"/>
            </w:pPr>
            <w:r>
              <w:t>Учащимся предлагается отобрать героев произведений Гоголя, что позвгажоляет проверить их читательский ба</w:t>
            </w:r>
          </w:p>
          <w:p w:rsidR="00E80290" w:rsidRPr="00714E70" w:rsidRDefault="00E80290" w:rsidP="00714E70"/>
          <w:p w:rsidR="00E80290" w:rsidRPr="00714E70" w:rsidRDefault="00E80290" w:rsidP="00714E70"/>
          <w:p w:rsidR="00E80290" w:rsidRPr="00714E70" w:rsidRDefault="00E80290" w:rsidP="00714E70"/>
          <w:p w:rsidR="00E80290" w:rsidRPr="00714E70" w:rsidRDefault="00E80290" w:rsidP="00714E70"/>
          <w:p w:rsidR="00E80290" w:rsidRPr="00714E70" w:rsidRDefault="00E80290" w:rsidP="00714E70"/>
          <w:p w:rsidR="00E80290" w:rsidRPr="00714E70" w:rsidRDefault="00E80290" w:rsidP="00714E70"/>
          <w:p w:rsidR="00E80290" w:rsidRPr="00714E70" w:rsidRDefault="00E80290" w:rsidP="00714E70"/>
          <w:p w:rsidR="00E80290" w:rsidRDefault="00E80290" w:rsidP="00714E70"/>
          <w:p w:rsidR="00E80290" w:rsidRDefault="00E80290" w:rsidP="00714E70"/>
          <w:p w:rsidR="00E80290" w:rsidRPr="00714E70" w:rsidRDefault="00E80290" w:rsidP="00714E70">
            <w:pPr>
              <w:jc w:val="center"/>
            </w:pPr>
            <w:r>
              <w:t xml:space="preserve"> </w:t>
            </w:r>
          </w:p>
        </w:tc>
        <w:tc>
          <w:tcPr>
            <w:tcW w:w="2693" w:type="dxa"/>
          </w:tcPr>
          <w:p w:rsidR="00E80290" w:rsidRPr="00F90503" w:rsidRDefault="00E80290" w:rsidP="00470B53">
            <w:pPr>
              <w:spacing w:line="360" w:lineRule="auto"/>
              <w:jc w:val="both"/>
            </w:pPr>
            <w:r w:rsidRPr="00F90503">
              <w:t xml:space="preserve">В данном упражнении используется опция </w:t>
            </w:r>
            <w:r w:rsidRPr="00714E70">
              <w:rPr>
                <w:i/>
                <w:iCs/>
              </w:rPr>
              <w:t xml:space="preserve">ПО </w:t>
            </w:r>
            <w:r w:rsidRPr="00714E70">
              <w:rPr>
                <w:i/>
                <w:iCs/>
                <w:lang w:val="en-US"/>
              </w:rPr>
              <w:t>SMARTNotebo</w:t>
            </w:r>
            <w:r w:rsidRPr="00714E70">
              <w:rPr>
                <w:i/>
                <w:iCs/>
              </w:rPr>
              <w:t>о</w:t>
            </w:r>
            <w:r w:rsidRPr="00714E70">
              <w:rPr>
                <w:i/>
                <w:iCs/>
                <w:lang w:val="en-US"/>
              </w:rPr>
              <w:t>k</w:t>
            </w:r>
            <w:r w:rsidRPr="00714E70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Конструктор занятий</w:t>
            </w:r>
            <w:r w:rsidRPr="00714E70">
              <w:rPr>
                <w:i/>
                <w:iCs/>
              </w:rPr>
              <w:t xml:space="preserve"> </w:t>
            </w:r>
            <w:r w:rsidRPr="00F90503">
              <w:t>Картинка взята из «Галереи изображений».</w:t>
            </w:r>
          </w:p>
          <w:p w:rsidR="00E80290" w:rsidRPr="00F90503" w:rsidRDefault="00E80290" w:rsidP="001D1F77">
            <w:pPr>
              <w:spacing w:line="360" w:lineRule="auto"/>
              <w:jc w:val="both"/>
            </w:pPr>
          </w:p>
        </w:tc>
        <w:tc>
          <w:tcPr>
            <w:tcW w:w="3119" w:type="dxa"/>
          </w:tcPr>
          <w:p w:rsidR="00E80290" w:rsidRPr="00316E38" w:rsidRDefault="00E80290" w:rsidP="00714E70">
            <w:r>
              <w:t>Данное упражнение позволяет обобщить полученные знания</w:t>
            </w:r>
          </w:p>
        </w:tc>
      </w:tr>
      <w:tr w:rsidR="00E80290" w:rsidRPr="00207D44">
        <w:tc>
          <w:tcPr>
            <w:tcW w:w="5920" w:type="dxa"/>
          </w:tcPr>
          <w:p w:rsidR="00E80290" w:rsidRPr="00D30E17" w:rsidRDefault="00E80290" w:rsidP="001D1F77">
            <w:pPr>
              <w:jc w:val="center"/>
              <w:rPr>
                <w:sz w:val="28"/>
                <w:szCs w:val="28"/>
              </w:rPr>
            </w:pPr>
            <w:r w:rsidRPr="00CD5A32">
              <w:rPr>
                <w:noProof/>
              </w:rPr>
              <w:pict>
                <v:shape id="Рисунок 15" o:spid="_x0000_i1032" type="#_x0000_t75" style="width:285pt;height:227.25pt;visibility:visible">
                  <v:imagedata r:id="rId12" o:title=""/>
                </v:shape>
              </w:pict>
            </w:r>
          </w:p>
        </w:tc>
        <w:tc>
          <w:tcPr>
            <w:tcW w:w="3544" w:type="dxa"/>
          </w:tcPr>
          <w:p w:rsidR="00E80290" w:rsidRPr="00283DEA" w:rsidRDefault="00E80290" w:rsidP="001D1F77">
            <w:pPr>
              <w:spacing w:line="360" w:lineRule="auto"/>
              <w:jc w:val="both"/>
            </w:pPr>
          </w:p>
        </w:tc>
        <w:tc>
          <w:tcPr>
            <w:tcW w:w="2693" w:type="dxa"/>
          </w:tcPr>
          <w:p w:rsidR="00E80290" w:rsidRPr="00316E38" w:rsidRDefault="00E80290" w:rsidP="001D1F77">
            <w:pPr>
              <w:spacing w:line="360" w:lineRule="auto"/>
              <w:jc w:val="both"/>
            </w:pPr>
            <w:r w:rsidRPr="00054FFD">
              <w:rPr>
                <w:b/>
                <w:bCs/>
              </w:rPr>
              <w:t xml:space="preserve">Информация об </w:t>
            </w:r>
            <w:r>
              <w:rPr>
                <w:b/>
                <w:bCs/>
              </w:rPr>
              <w:t>использованных материалах и Интернет-источниках.</w:t>
            </w:r>
          </w:p>
        </w:tc>
        <w:tc>
          <w:tcPr>
            <w:tcW w:w="3119" w:type="dxa"/>
          </w:tcPr>
          <w:p w:rsidR="00E80290" w:rsidRPr="00316E38" w:rsidRDefault="00E80290" w:rsidP="00283DEA"/>
        </w:tc>
      </w:tr>
    </w:tbl>
    <w:p w:rsidR="00E80290" w:rsidRDefault="00E80290" w:rsidP="008172F2">
      <w:pPr>
        <w:pStyle w:val="1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0290" w:rsidRDefault="00E80290" w:rsidP="00C91466"/>
    <w:p w:rsidR="00E80290" w:rsidRDefault="00E80290" w:rsidP="00C91466">
      <w:pPr>
        <w:autoSpaceDE w:val="0"/>
        <w:autoSpaceDN w:val="0"/>
        <w:adjustRightInd w:val="0"/>
        <w:ind w:left="-540" w:firstLine="709"/>
        <w:rPr>
          <w:rFonts w:eastAsia="MS Mincho"/>
          <w:sz w:val="28"/>
          <w:szCs w:val="28"/>
          <w:lang w:eastAsia="ja-JP"/>
        </w:rPr>
      </w:pPr>
    </w:p>
    <w:p w:rsidR="00E80290" w:rsidRDefault="00E80290" w:rsidP="00C91466">
      <w:pPr>
        <w:ind w:firstLine="709"/>
        <w:jc w:val="both"/>
        <w:rPr>
          <w:b/>
          <w:bCs/>
        </w:rPr>
      </w:pPr>
    </w:p>
    <w:p w:rsidR="00E80290" w:rsidRDefault="00E80290" w:rsidP="00C91466"/>
    <w:p w:rsidR="00E80290" w:rsidRDefault="00E80290" w:rsidP="00C91466">
      <w:pPr>
        <w:ind w:right="-365"/>
        <w:rPr>
          <w:sz w:val="28"/>
          <w:szCs w:val="28"/>
        </w:rPr>
      </w:pPr>
    </w:p>
    <w:p w:rsidR="00E80290" w:rsidRDefault="00E80290" w:rsidP="00C91466">
      <w:pPr>
        <w:ind w:right="-365"/>
        <w:rPr>
          <w:sz w:val="28"/>
          <w:szCs w:val="28"/>
        </w:rPr>
      </w:pPr>
    </w:p>
    <w:p w:rsidR="00E80290" w:rsidRPr="000722BD" w:rsidRDefault="00E80290" w:rsidP="00C91466">
      <w:pPr>
        <w:rPr>
          <w:sz w:val="28"/>
          <w:szCs w:val="28"/>
        </w:rPr>
      </w:pPr>
    </w:p>
    <w:p w:rsidR="00E80290" w:rsidRDefault="00E80290" w:rsidP="00C91466">
      <w:pPr>
        <w:ind w:right="-365"/>
      </w:pPr>
    </w:p>
    <w:p w:rsidR="00E80290" w:rsidRDefault="00E80290"/>
    <w:sectPr w:rsidR="00E80290" w:rsidSect="006D71E1">
      <w:pgSz w:w="16838" w:h="11906" w:orient="landscape"/>
      <w:pgMar w:top="1701" w:right="1134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A5727"/>
    <w:multiLevelType w:val="hybridMultilevel"/>
    <w:tmpl w:val="61989C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466"/>
    <w:rsid w:val="00004859"/>
    <w:rsid w:val="00054FFD"/>
    <w:rsid w:val="000722BD"/>
    <w:rsid w:val="001165FD"/>
    <w:rsid w:val="00116EED"/>
    <w:rsid w:val="001272AA"/>
    <w:rsid w:val="00147900"/>
    <w:rsid w:val="00171851"/>
    <w:rsid w:val="001B2F42"/>
    <w:rsid w:val="001B7921"/>
    <w:rsid w:val="001D1F77"/>
    <w:rsid w:val="00207D44"/>
    <w:rsid w:val="00253162"/>
    <w:rsid w:val="00283DEA"/>
    <w:rsid w:val="00316E38"/>
    <w:rsid w:val="00374653"/>
    <w:rsid w:val="00397389"/>
    <w:rsid w:val="0040178D"/>
    <w:rsid w:val="004542BB"/>
    <w:rsid w:val="00470B53"/>
    <w:rsid w:val="004C45C4"/>
    <w:rsid w:val="0051526B"/>
    <w:rsid w:val="0054323E"/>
    <w:rsid w:val="005A3941"/>
    <w:rsid w:val="005D511F"/>
    <w:rsid w:val="005F4B6E"/>
    <w:rsid w:val="006341E4"/>
    <w:rsid w:val="006B09C6"/>
    <w:rsid w:val="006B3A75"/>
    <w:rsid w:val="006D65CA"/>
    <w:rsid w:val="006D71E1"/>
    <w:rsid w:val="006E40D3"/>
    <w:rsid w:val="00706316"/>
    <w:rsid w:val="00714E70"/>
    <w:rsid w:val="007326D9"/>
    <w:rsid w:val="00752C76"/>
    <w:rsid w:val="007A3E2C"/>
    <w:rsid w:val="00812DB5"/>
    <w:rsid w:val="008172F2"/>
    <w:rsid w:val="0085729A"/>
    <w:rsid w:val="00860864"/>
    <w:rsid w:val="008B7FCF"/>
    <w:rsid w:val="008E3E41"/>
    <w:rsid w:val="0090440D"/>
    <w:rsid w:val="00906645"/>
    <w:rsid w:val="00934F23"/>
    <w:rsid w:val="00945F23"/>
    <w:rsid w:val="00960021"/>
    <w:rsid w:val="00A43C2D"/>
    <w:rsid w:val="00A53AAE"/>
    <w:rsid w:val="00A55CEA"/>
    <w:rsid w:val="00B27A3B"/>
    <w:rsid w:val="00B532C4"/>
    <w:rsid w:val="00BA5381"/>
    <w:rsid w:val="00C47EC8"/>
    <w:rsid w:val="00C91466"/>
    <w:rsid w:val="00CD5A32"/>
    <w:rsid w:val="00D30E17"/>
    <w:rsid w:val="00D42982"/>
    <w:rsid w:val="00DD29B5"/>
    <w:rsid w:val="00E41773"/>
    <w:rsid w:val="00E55725"/>
    <w:rsid w:val="00E71E1D"/>
    <w:rsid w:val="00E80290"/>
    <w:rsid w:val="00F90503"/>
    <w:rsid w:val="00FA4D7B"/>
    <w:rsid w:val="00FD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6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C91466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Normal"/>
    <w:uiPriority w:val="99"/>
    <w:rsid w:val="00C9146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479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790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1526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7</Pages>
  <Words>441</Words>
  <Characters>2515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</cp:lastModifiedBy>
  <cp:revision>26</cp:revision>
  <dcterms:created xsi:type="dcterms:W3CDTF">2013-10-14T18:29:00Z</dcterms:created>
  <dcterms:modified xsi:type="dcterms:W3CDTF">2013-11-29T07:13:00Z</dcterms:modified>
</cp:coreProperties>
</file>